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94D" w:rsidRPr="001A4BC9" w:rsidRDefault="00CE594D" w:rsidP="00C3113D">
      <w:pPr>
        <w:jc w:val="center"/>
        <w:rPr>
          <w:rFonts w:ascii="Times New Roman" w:hAnsi="Times New Roman"/>
          <w:sz w:val="30"/>
          <w:szCs w:val="30"/>
        </w:rPr>
      </w:pPr>
      <w:r w:rsidRPr="003E7CFB">
        <w:rPr>
          <w:rFonts w:ascii="Times New Roman" w:hAnsi="Times New Roman"/>
          <w:sz w:val="30"/>
          <w:szCs w:val="30"/>
          <w:u w:val="single"/>
        </w:rPr>
        <w:t>Chapter 21: Turning</w:t>
      </w:r>
      <w:r>
        <w:rPr>
          <w:rFonts w:ascii="Times New Roman" w:hAnsi="Times New Roman"/>
          <w:sz w:val="30"/>
          <w:szCs w:val="30"/>
        </w:rPr>
        <w:tab/>
        <w:t>Mackenzie</w:t>
      </w:r>
    </w:p>
    <w:p w:rsidR="00CE594D" w:rsidRPr="003E7CFB" w:rsidRDefault="00CE594D" w:rsidP="001F492F">
      <w:pPr>
        <w:rPr>
          <w:rFonts w:ascii="Times New Roman" w:hAnsi="Times New Roman"/>
        </w:rPr>
      </w:pPr>
      <w:r w:rsidRPr="003E7CFB">
        <w:rPr>
          <w:rFonts w:ascii="Times New Roman" w:hAnsi="Times New Roman"/>
        </w:rPr>
        <w:t xml:space="preserve">This chapter is told from Xavier’s point of view. In this chapter, they have successfully taken Vimy Ridge. However, Xavier, Elijah, Fat and Grey Eyes are the only remaining original privates. Within this chapter, Xavier has another moment where he finds himself wondering why Elijah is receiving all of the stardom and fame, while he receives nothing, and remains unknown. Later on into the chapter, in front of the squadron, Elijah attempts to shoot a duck swimming in a nearby creek, and misses. Xavier takes his shot and kills the duck. The squad looks at him in admiration as he walks away. Within this chapter Xavier also becomes terribly home sick. Due to Xavier feeling home sick, he plans to go visit Lisette, the French girl he was fallen in love with. </w:t>
      </w:r>
    </w:p>
    <w:p w:rsidR="00CE594D" w:rsidRPr="003E7CFB" w:rsidRDefault="00CE594D" w:rsidP="001F492F">
      <w:pPr>
        <w:rPr>
          <w:rFonts w:ascii="Times New Roman" w:hAnsi="Times New Roman"/>
        </w:rPr>
      </w:pPr>
      <w:r w:rsidRPr="003E7CFB">
        <w:rPr>
          <w:rFonts w:ascii="Times New Roman" w:hAnsi="Times New Roman"/>
        </w:rPr>
        <w:t>The significance of the title “Turning” towards the chapter is that it is viewed as betrayal. Elijah has never mentioned Xavier for anything that he accomplishes. Elijah has also hired a prostitute for Xavier. There is also betrayal between Lisette and Xavier. Lisette lies to Xavier, which had caused him to go from loving Lisette to hating her.</w:t>
      </w:r>
    </w:p>
    <w:tbl>
      <w:tblPr>
        <w:tblpPr w:leftFromText="180" w:rightFromText="180" w:vertAnchor="text" w:horzAnchor="margin"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5"/>
        <w:gridCol w:w="4675"/>
      </w:tblGrid>
      <w:tr w:rsidR="00CE594D" w:rsidRPr="00790222" w:rsidTr="00790222">
        <w:tc>
          <w:tcPr>
            <w:tcW w:w="4675" w:type="dxa"/>
          </w:tcPr>
          <w:p w:rsidR="00CE594D" w:rsidRPr="00790222" w:rsidRDefault="00CE594D" w:rsidP="00790222">
            <w:pPr>
              <w:spacing w:after="0" w:line="240" w:lineRule="auto"/>
              <w:jc w:val="center"/>
              <w:rPr>
                <w:rFonts w:ascii="Times New Roman" w:hAnsi="Times New Roman"/>
              </w:rPr>
            </w:pPr>
            <w:r w:rsidRPr="00790222">
              <w:rPr>
                <w:rFonts w:ascii="Times New Roman" w:hAnsi="Times New Roman"/>
              </w:rPr>
              <w:t>Quote</w:t>
            </w:r>
          </w:p>
        </w:tc>
        <w:tc>
          <w:tcPr>
            <w:tcW w:w="4675" w:type="dxa"/>
          </w:tcPr>
          <w:p w:rsidR="00CE594D" w:rsidRPr="00790222" w:rsidRDefault="00CE594D" w:rsidP="00790222">
            <w:pPr>
              <w:spacing w:after="0" w:line="240" w:lineRule="auto"/>
              <w:jc w:val="center"/>
              <w:rPr>
                <w:rFonts w:ascii="Times New Roman" w:hAnsi="Times New Roman"/>
              </w:rPr>
            </w:pPr>
            <w:r w:rsidRPr="00790222">
              <w:rPr>
                <w:rFonts w:ascii="Times New Roman" w:hAnsi="Times New Roman"/>
              </w:rPr>
              <w:t>Significance</w:t>
            </w:r>
          </w:p>
        </w:tc>
      </w:tr>
      <w:tr w:rsidR="00CE594D" w:rsidRPr="00790222" w:rsidTr="00790222">
        <w:tc>
          <w:tcPr>
            <w:tcW w:w="4675" w:type="dxa"/>
          </w:tcPr>
          <w:p w:rsidR="00CE594D" w:rsidRPr="00790222" w:rsidRDefault="00CE594D" w:rsidP="00790222">
            <w:pPr>
              <w:spacing w:after="0" w:line="240" w:lineRule="auto"/>
              <w:rPr>
                <w:rFonts w:ascii="Times New Roman" w:hAnsi="Times New Roman"/>
              </w:rPr>
            </w:pPr>
            <w:r w:rsidRPr="00790222">
              <w:rPr>
                <w:rFonts w:ascii="Times New Roman" w:hAnsi="Times New Roman"/>
              </w:rPr>
              <w:t>Page 245, paragraph 1, lines 1+2</w:t>
            </w:r>
          </w:p>
          <w:p w:rsidR="00CE594D" w:rsidRPr="00790222" w:rsidRDefault="00CE594D" w:rsidP="00790222">
            <w:pPr>
              <w:spacing w:after="0" w:line="240" w:lineRule="auto"/>
              <w:rPr>
                <w:rFonts w:ascii="Times New Roman" w:hAnsi="Times New Roman"/>
              </w:rPr>
            </w:pPr>
            <w:r w:rsidRPr="00790222">
              <w:rPr>
                <w:rFonts w:ascii="Times New Roman" w:hAnsi="Times New Roman"/>
              </w:rPr>
              <w:t xml:space="preserve">It seems to me that everything these wemistikoshiw do is in threes. They are obsessed with that number. </w:t>
            </w:r>
          </w:p>
        </w:tc>
        <w:tc>
          <w:tcPr>
            <w:tcW w:w="4675" w:type="dxa"/>
          </w:tcPr>
          <w:p w:rsidR="00CE594D" w:rsidRPr="00790222" w:rsidRDefault="00CE594D" w:rsidP="00790222">
            <w:pPr>
              <w:spacing w:after="0" w:line="240" w:lineRule="auto"/>
              <w:rPr>
                <w:rFonts w:ascii="Times New Roman" w:hAnsi="Times New Roman"/>
              </w:rPr>
            </w:pPr>
            <w:r w:rsidRPr="00790222">
              <w:rPr>
                <w:rFonts w:ascii="Times New Roman" w:hAnsi="Times New Roman"/>
              </w:rPr>
              <w:t>-Explains the title of the book and highlights the theory of the number 3 motif.</w:t>
            </w:r>
          </w:p>
          <w:p w:rsidR="00CE594D" w:rsidRPr="00790222" w:rsidRDefault="00CE594D" w:rsidP="00790222">
            <w:pPr>
              <w:spacing w:after="0" w:line="240" w:lineRule="auto"/>
              <w:rPr>
                <w:rFonts w:ascii="Times New Roman" w:hAnsi="Times New Roman"/>
              </w:rPr>
            </w:pPr>
            <w:r w:rsidRPr="00790222">
              <w:rPr>
                <w:rFonts w:ascii="Times New Roman" w:hAnsi="Times New Roman"/>
              </w:rPr>
              <w:t>-Character development Xavier showing that he is intelligent for noticing that.</w:t>
            </w:r>
          </w:p>
        </w:tc>
      </w:tr>
      <w:tr w:rsidR="00CE594D" w:rsidRPr="00790222" w:rsidTr="00790222">
        <w:tc>
          <w:tcPr>
            <w:tcW w:w="4675" w:type="dxa"/>
          </w:tcPr>
          <w:p w:rsidR="00CE594D" w:rsidRPr="00790222" w:rsidRDefault="00CE594D" w:rsidP="00790222">
            <w:pPr>
              <w:spacing w:after="0" w:line="240" w:lineRule="auto"/>
              <w:rPr>
                <w:rFonts w:ascii="Times New Roman" w:hAnsi="Times New Roman"/>
              </w:rPr>
            </w:pPr>
            <w:r w:rsidRPr="00790222">
              <w:rPr>
                <w:rFonts w:ascii="Times New Roman" w:hAnsi="Times New Roman"/>
              </w:rPr>
              <w:t>Page 252, lines 5 and 6</w:t>
            </w:r>
          </w:p>
          <w:p w:rsidR="00CE594D" w:rsidRPr="00790222" w:rsidRDefault="00CE594D" w:rsidP="00790222">
            <w:pPr>
              <w:spacing w:after="0" w:line="240" w:lineRule="auto"/>
              <w:rPr>
                <w:rFonts w:ascii="Times New Roman" w:hAnsi="Times New Roman"/>
              </w:rPr>
            </w:pPr>
            <w:r w:rsidRPr="00790222">
              <w:rPr>
                <w:rFonts w:ascii="Times New Roman" w:hAnsi="Times New Roman"/>
              </w:rPr>
              <w:t xml:space="preserve">“I am with another. He is upstairs”. She point with her finger. An anger sweeps over me so suddenly that I feel I might fall down”. </w:t>
            </w:r>
          </w:p>
        </w:tc>
        <w:tc>
          <w:tcPr>
            <w:tcW w:w="4675" w:type="dxa"/>
          </w:tcPr>
          <w:p w:rsidR="00CE594D" w:rsidRPr="00790222" w:rsidRDefault="00CE594D" w:rsidP="00790222">
            <w:pPr>
              <w:spacing w:after="0" w:line="240" w:lineRule="auto"/>
              <w:rPr>
                <w:rFonts w:ascii="Times New Roman" w:hAnsi="Times New Roman"/>
              </w:rPr>
            </w:pPr>
            <w:r w:rsidRPr="00790222">
              <w:rPr>
                <w:rFonts w:ascii="Times New Roman" w:hAnsi="Times New Roman"/>
              </w:rPr>
              <w:t>-Character development for Lisette and Xavier</w:t>
            </w:r>
          </w:p>
          <w:p w:rsidR="00CE594D" w:rsidRPr="00790222" w:rsidRDefault="00CE594D" w:rsidP="00790222">
            <w:pPr>
              <w:spacing w:after="0" w:line="240" w:lineRule="auto"/>
              <w:rPr>
                <w:rFonts w:ascii="Times New Roman" w:hAnsi="Times New Roman"/>
              </w:rPr>
            </w:pPr>
            <w:r w:rsidRPr="00790222">
              <w:rPr>
                <w:rFonts w:ascii="Times New Roman" w:hAnsi="Times New Roman"/>
              </w:rPr>
              <w:t>-Expands on the plot of the story</w:t>
            </w:r>
          </w:p>
          <w:p w:rsidR="00CE594D" w:rsidRPr="00790222" w:rsidRDefault="00CE594D" w:rsidP="00790222">
            <w:pPr>
              <w:spacing w:after="0" w:line="240" w:lineRule="auto"/>
              <w:rPr>
                <w:rFonts w:ascii="Times New Roman" w:hAnsi="Times New Roman"/>
              </w:rPr>
            </w:pPr>
            <w:r w:rsidRPr="00790222">
              <w:rPr>
                <w:rFonts w:ascii="Times New Roman" w:hAnsi="Times New Roman"/>
              </w:rPr>
              <w:t xml:space="preserve">-Trigger to the tension between Xavier </w:t>
            </w:r>
            <w:bookmarkStart w:id="0" w:name="_GoBack"/>
            <w:r w:rsidRPr="00790222">
              <w:rPr>
                <w:rFonts w:ascii="Times New Roman" w:hAnsi="Times New Roman"/>
              </w:rPr>
              <w:t xml:space="preserve">and </w:t>
            </w:r>
            <w:bookmarkEnd w:id="0"/>
            <w:r w:rsidRPr="00790222">
              <w:rPr>
                <w:rFonts w:ascii="Times New Roman" w:hAnsi="Times New Roman"/>
              </w:rPr>
              <w:t>Elijah</w:t>
            </w:r>
          </w:p>
        </w:tc>
      </w:tr>
    </w:tbl>
    <w:p w:rsidR="00CE594D" w:rsidRPr="003E7CFB" w:rsidRDefault="00CE594D" w:rsidP="001F492F">
      <w:pPr>
        <w:rPr>
          <w:rFonts w:ascii="Times New Roman" w:hAnsi="Times New Roman"/>
        </w:rPr>
      </w:pPr>
      <w:r w:rsidRPr="003E7CFB">
        <w:rPr>
          <w:rFonts w:ascii="Times New Roman" w:hAnsi="Times New Roman"/>
        </w:rPr>
        <w:t xml:space="preserve"> </w:t>
      </w:r>
    </w:p>
    <w:p w:rsidR="00CE594D" w:rsidRPr="003E7CFB" w:rsidRDefault="00CE594D" w:rsidP="001F492F">
      <w:pPr>
        <w:rPr>
          <w:rFonts w:ascii="Times New Roman" w:hAnsi="Times New Roman"/>
        </w:rPr>
      </w:pPr>
      <w:r w:rsidRPr="003E7CFB">
        <w:rPr>
          <w:rFonts w:ascii="Times New Roman" w:hAnsi="Times New Roman"/>
        </w:rPr>
        <w:t>Questions:</w:t>
      </w:r>
    </w:p>
    <w:p w:rsidR="00CE594D" w:rsidRPr="003E7CFB" w:rsidRDefault="00CE594D" w:rsidP="003E7CFB">
      <w:pPr>
        <w:rPr>
          <w:rFonts w:ascii="Times New Roman" w:hAnsi="Times New Roman"/>
        </w:rPr>
      </w:pPr>
      <w:r>
        <w:rPr>
          <w:rFonts w:ascii="Times New Roman" w:hAnsi="Times New Roman"/>
          <w:shd w:val="clear" w:color="auto" w:fill="FFFFFF"/>
        </w:rPr>
        <w:t xml:space="preserve">1. </w:t>
      </w:r>
      <w:r w:rsidRPr="003E7CFB">
        <w:rPr>
          <w:rFonts w:ascii="Times New Roman" w:hAnsi="Times New Roman"/>
          <w:shd w:val="clear" w:color="auto" w:fill="FFFFFF"/>
        </w:rPr>
        <w:t>Why did Xavier shoot the duck after Elijah missed?</w:t>
      </w:r>
    </w:p>
    <w:p w:rsidR="00CE594D" w:rsidRPr="003E7CFB" w:rsidRDefault="00CE594D" w:rsidP="003E7CFB">
      <w:pPr>
        <w:rPr>
          <w:rFonts w:ascii="Times New Roman" w:hAnsi="Times New Roman"/>
          <w:shd w:val="clear" w:color="auto" w:fill="FFFFFF"/>
        </w:rPr>
      </w:pPr>
      <w:r w:rsidRPr="003E7CFB">
        <w:rPr>
          <w:rFonts w:ascii="Times New Roman" w:hAnsi="Times New Roman"/>
          <w:shd w:val="clear" w:color="auto" w:fill="FFFFFF"/>
        </w:rPr>
        <w:t>When everyone congratulated Elijah for doing all the work , Xavier felt useless even though he was there and did as much as Elijah. After Elijah tried to shoot down the duck and failed, Xavier picked up his rifle and shot down the duck. This caused everyone to go silent and stare at Xavier while he walked away. I believe he did this because he wanted people to know he existed. “Me, I won’t let them forget who I am” (244)</w:t>
      </w:r>
    </w:p>
    <w:p w:rsidR="00CE594D" w:rsidRPr="003E7CFB" w:rsidRDefault="00CE594D" w:rsidP="003E7CFB">
      <w:pPr>
        <w:rPr>
          <w:rFonts w:ascii="Times New Roman" w:hAnsi="Times New Roman"/>
        </w:rPr>
      </w:pPr>
      <w:r>
        <w:rPr>
          <w:rFonts w:ascii="Times New Roman" w:hAnsi="Times New Roman"/>
          <w:shd w:val="clear" w:color="auto" w:fill="FFFFFF"/>
        </w:rPr>
        <w:t xml:space="preserve">2. </w:t>
      </w:r>
      <w:r w:rsidRPr="003E7CFB">
        <w:rPr>
          <w:rFonts w:ascii="Times New Roman" w:hAnsi="Times New Roman"/>
          <w:shd w:val="clear" w:color="auto" w:fill="FFFFFF"/>
        </w:rPr>
        <w:t>Why did Xavier risk getting executed to go back to Saint-Eloi? What surprise does he find there?</w:t>
      </w:r>
    </w:p>
    <w:p w:rsidR="00CE594D" w:rsidRDefault="00CE594D" w:rsidP="003E7CFB">
      <w:pPr>
        <w:rPr>
          <w:rFonts w:ascii="Times New Roman" w:hAnsi="Times New Roman"/>
          <w:shd w:val="clear" w:color="auto" w:fill="FFFFFF"/>
        </w:rPr>
      </w:pPr>
      <w:r w:rsidRPr="003E7CFB">
        <w:rPr>
          <w:rFonts w:ascii="Times New Roman" w:hAnsi="Times New Roman"/>
          <w:shd w:val="clear" w:color="auto" w:fill="FFFFFF"/>
        </w:rPr>
        <w:t>Xavier risked getting executed to go back to Saint-Eloi because he wanted to meet Lisette again. He finds Lissette with another man and slowly realizes that she did not love him and she was just a prostitute that was hired by Elijah.</w:t>
      </w:r>
    </w:p>
    <w:p w:rsidR="00CE594D" w:rsidRPr="003E7CFB" w:rsidRDefault="00CE594D" w:rsidP="003E7CFB">
      <w:pPr>
        <w:rPr>
          <w:rFonts w:ascii="Times New Roman" w:hAnsi="Times New Roman"/>
          <w:shd w:val="clear" w:color="auto" w:fill="FFFFFF"/>
        </w:rPr>
      </w:pPr>
      <w:r w:rsidRPr="003E7CFB">
        <w:rPr>
          <w:rFonts w:ascii="Times New Roman" w:hAnsi="Times New Roman"/>
          <w:shd w:val="clear" w:color="auto" w:fill="FFFFFF"/>
        </w:rPr>
        <w:t>3. How does Elijah killing the three birds show how much he has changed from before the war began?</w:t>
      </w:r>
    </w:p>
    <w:p w:rsidR="00CE594D" w:rsidRPr="003E7CFB" w:rsidRDefault="00CE594D" w:rsidP="003E7CFB">
      <w:pPr>
        <w:rPr>
          <w:rFonts w:ascii="Times New Roman" w:hAnsi="Times New Roman"/>
          <w:shd w:val="clear" w:color="auto" w:fill="FFFFFF"/>
        </w:rPr>
      </w:pPr>
      <w:r w:rsidRPr="003E7CFB">
        <w:rPr>
          <w:rFonts w:ascii="Times New Roman" w:hAnsi="Times New Roman"/>
          <w:shd w:val="clear" w:color="auto" w:fill="FFFFFF"/>
        </w:rPr>
        <w:t>It shows that he is changing because when he killed the three birds, he did not hesitate and went straight at it. If it was his old self, it would have taken him longer and he would have done it in a more proper manner.</w:t>
      </w:r>
    </w:p>
    <w:sectPr w:rsidR="00CE594D" w:rsidRPr="003E7CFB" w:rsidSect="0017672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475"/>
    <w:multiLevelType w:val="hybridMultilevel"/>
    <w:tmpl w:val="47B0AB70"/>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
    <w:nsid w:val="2F0C1285"/>
    <w:multiLevelType w:val="hybridMultilevel"/>
    <w:tmpl w:val="9982ACE0"/>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3F2B2002"/>
    <w:multiLevelType w:val="hybridMultilevel"/>
    <w:tmpl w:val="FE4411F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456E5016"/>
    <w:multiLevelType w:val="hybridMultilevel"/>
    <w:tmpl w:val="80C8F382"/>
    <w:lvl w:ilvl="0" w:tplc="A5AE9EBE">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15076E2"/>
    <w:multiLevelType w:val="hybridMultilevel"/>
    <w:tmpl w:val="3ABE08E6"/>
    <w:lvl w:ilvl="0" w:tplc="1009000F">
      <w:start w:val="2"/>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5">
    <w:nsid w:val="7CBE4E3B"/>
    <w:multiLevelType w:val="hybridMultilevel"/>
    <w:tmpl w:val="9C7A782A"/>
    <w:lvl w:ilvl="0" w:tplc="1009000F">
      <w:start w:val="2"/>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3B14"/>
    <w:rsid w:val="00012DD7"/>
    <w:rsid w:val="00046FE8"/>
    <w:rsid w:val="00130276"/>
    <w:rsid w:val="0017672A"/>
    <w:rsid w:val="001A4BC9"/>
    <w:rsid w:val="001F492F"/>
    <w:rsid w:val="0026791F"/>
    <w:rsid w:val="00353A46"/>
    <w:rsid w:val="003E7CFB"/>
    <w:rsid w:val="0043501E"/>
    <w:rsid w:val="004B1F21"/>
    <w:rsid w:val="004E5710"/>
    <w:rsid w:val="0067066F"/>
    <w:rsid w:val="006A6955"/>
    <w:rsid w:val="00726221"/>
    <w:rsid w:val="007702E8"/>
    <w:rsid w:val="00790222"/>
    <w:rsid w:val="0085404E"/>
    <w:rsid w:val="009B133E"/>
    <w:rsid w:val="009E608E"/>
    <w:rsid w:val="00AA1CE1"/>
    <w:rsid w:val="00AC2A32"/>
    <w:rsid w:val="00C3113D"/>
    <w:rsid w:val="00C53B14"/>
    <w:rsid w:val="00CE594D"/>
    <w:rsid w:val="00D807A7"/>
    <w:rsid w:val="00DD244B"/>
    <w:rsid w:val="00E0089B"/>
    <w:rsid w:val="00F84BE7"/>
    <w:rsid w:val="00FC50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72A"/>
    <w:pPr>
      <w:spacing w:after="160" w:line="259"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40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3501E"/>
    <w:pPr>
      <w:ind w:left="720"/>
      <w:contextualSpacing/>
    </w:pPr>
  </w:style>
</w:styles>
</file>

<file path=word/webSettings.xml><?xml version="1.0" encoding="utf-8"?>
<w:webSettings xmlns:r="http://schemas.openxmlformats.org/officeDocument/2006/relationships" xmlns:w="http://schemas.openxmlformats.org/wordprocessingml/2006/main">
  <w:divs>
    <w:div w:id="1263952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431</Words>
  <Characters>2463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21: Turning</dc:title>
  <dc:subject/>
  <dc:creator>mackenzie.fahie@rogers.com</dc:creator>
  <cp:keywords/>
  <dc:description/>
  <cp:lastModifiedBy>Ann Lenchak</cp:lastModifiedBy>
  <cp:revision>2</cp:revision>
  <dcterms:created xsi:type="dcterms:W3CDTF">2014-04-06T21:53:00Z</dcterms:created>
  <dcterms:modified xsi:type="dcterms:W3CDTF">2014-04-06T21:53:00Z</dcterms:modified>
</cp:coreProperties>
</file>